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632D9E7E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.1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1CE6B30D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1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EFB8568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 xml:space="preserve">Modernizace Nemocnice Třinec – </w:t>
            </w:r>
            <w:r w:rsidR="001B1061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I</w:t>
            </w:r>
            <w:r w:rsidR="00015F56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000000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E7069F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E7069F">
      <w:pPr>
        <w:spacing w:before="120" w:after="120"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E7069F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576E5E67" w14:textId="5D05709A" w:rsidR="007D309B" w:rsidRDefault="007D309B" w:rsidP="00D07A01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7D309B">
        <w:rPr>
          <w:rFonts w:asciiTheme="majorHAnsi" w:eastAsia="Calibri" w:hAnsiTheme="majorHAnsi" w:cstheme="majorHAnsi"/>
        </w:rPr>
        <w:t xml:space="preserve">jako dodavatel veřejné zakázky </w:t>
      </w:r>
      <w:r w:rsidR="004B3E3D">
        <w:rPr>
          <w:rFonts w:asciiTheme="majorHAnsi" w:eastAsia="Calibri" w:hAnsiTheme="majorHAnsi" w:cstheme="majorHAnsi"/>
        </w:rPr>
        <w:t>není</w:t>
      </w:r>
      <w:r w:rsidRPr="007D309B">
        <w:rPr>
          <w:rFonts w:asciiTheme="majorHAnsi" w:eastAsia="Calibri" w:hAnsiTheme="majorHAnsi" w:cstheme="majorHAnsi"/>
        </w:rPr>
        <w:t xml:space="preserve"> dodavatelem ve smyslu nařízení Rady EU č. 2022/576, tj. </w:t>
      </w:r>
      <w:r w:rsidR="00D47BF8">
        <w:rPr>
          <w:rFonts w:asciiTheme="majorHAnsi" w:eastAsia="Calibri" w:hAnsiTheme="majorHAnsi" w:cstheme="majorHAnsi"/>
        </w:rPr>
        <w:t>není</w:t>
      </w:r>
      <w:r w:rsidRPr="007D309B">
        <w:rPr>
          <w:rFonts w:asciiTheme="majorHAnsi" w:eastAsia="Calibri" w:hAnsiTheme="majorHAnsi" w:cstheme="majorHAnsi"/>
        </w:rPr>
        <w:t>:</w:t>
      </w:r>
    </w:p>
    <w:p w14:paraId="2FF86765" w14:textId="1F8D1C79" w:rsidR="002E1FA0" w:rsidRPr="002E1FA0" w:rsidRDefault="002E1FA0" w:rsidP="002E1FA0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ruským státním příslušníkem, fyzickou či právnickou osobou, subjektem či orgánem se sídlem v Rusku,</w:t>
      </w:r>
    </w:p>
    <w:p w14:paraId="67A358B1" w14:textId="6FF826F8" w:rsidR="002E1FA0" w:rsidRPr="002E1FA0" w:rsidRDefault="002E1FA0" w:rsidP="002E1FA0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právnickou osobou, subjektem nebo orgánem, který je z více než 50 % přímo či nepřímo vlastněný některým ze subjektů uvedených v písmeni a), nebo</w:t>
      </w:r>
    </w:p>
    <w:p w14:paraId="008E77B0" w14:textId="43EF922C" w:rsidR="002E1FA0" w:rsidRPr="002E1FA0" w:rsidRDefault="002E1FA0" w:rsidP="002E1FA0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fyzickou nebo právnickou osobou, subjektem nebo orgánem, který jedná jménem nebo na pokyn některého ze subjektů uvedených v písmeni a) nebo b).</w:t>
      </w:r>
    </w:p>
    <w:p w14:paraId="33E1775F" w14:textId="67251CF5" w:rsidR="00932874" w:rsidRDefault="00D47BF8" w:rsidP="00932874">
      <w:p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Dále prohlašuje</w:t>
      </w:r>
      <w:r w:rsidR="002E1FA0" w:rsidRPr="002E1FA0">
        <w:rPr>
          <w:rFonts w:asciiTheme="majorHAnsi" w:eastAsia="Calibri" w:hAnsiTheme="majorHAnsi" w:cstheme="majorHAnsi"/>
        </w:rPr>
        <w:t>, že nevyužij</w:t>
      </w:r>
      <w:r>
        <w:rPr>
          <w:rFonts w:asciiTheme="majorHAnsi" w:eastAsia="Calibri" w:hAnsiTheme="majorHAnsi" w:cstheme="majorHAnsi"/>
        </w:rPr>
        <w:t>e</w:t>
      </w:r>
      <w:r w:rsidR="002E1FA0" w:rsidRPr="002E1FA0">
        <w:rPr>
          <w:rFonts w:asciiTheme="majorHAnsi" w:eastAsia="Calibri" w:hAnsiTheme="majorHAnsi" w:cstheme="majorHAnsi"/>
        </w:rPr>
        <w:t xml:space="preserve"> při plnění veřejné zakázky poddodavatele, který by naplnil výše uvedená písm. a) – c), pokud by plnil více než 10 % hodnoty zakázky</w:t>
      </w:r>
      <w:r w:rsidR="003A30CE">
        <w:rPr>
          <w:rFonts w:asciiTheme="majorHAnsi" w:eastAsia="Calibri" w:hAnsiTheme="majorHAnsi" w:cstheme="majorHAnsi"/>
        </w:rPr>
        <w:t>;</w:t>
      </w:r>
    </w:p>
    <w:p w14:paraId="7384297E" w14:textId="2251231C" w:rsidR="004B3E3D" w:rsidRPr="004B3E3D" w:rsidRDefault="004B3E3D" w:rsidP="004B3E3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4B3E3D">
        <w:rPr>
          <w:rFonts w:asciiTheme="majorHAnsi" w:eastAsia="Calibri" w:hAnsiTheme="majorHAnsi" w:cstheme="majorHAnsi"/>
        </w:rPr>
        <w:t>neobchoduj</w:t>
      </w:r>
      <w:r w:rsidR="00D47BF8">
        <w:rPr>
          <w:rFonts w:asciiTheme="majorHAnsi" w:eastAsia="Calibri" w:hAnsiTheme="majorHAnsi" w:cstheme="majorHAnsi"/>
        </w:rPr>
        <w:t>e</w:t>
      </w:r>
      <w:r w:rsidRPr="004B3E3D">
        <w:rPr>
          <w:rFonts w:asciiTheme="majorHAnsi" w:eastAsia="Calibri" w:hAnsiTheme="majorHAnsi" w:cstheme="majorHAnsi"/>
        </w:rPr>
        <w:t xml:space="preserve"> se sankcionovaným zbožím, které se nachází v Rusku nebo Bělorusku či z Ruska nebo Běloruska pochází a nenabízí takové zboží v rámci plnění veřejných zakázek</w:t>
      </w:r>
      <w:r w:rsidR="003A30CE">
        <w:rPr>
          <w:rFonts w:asciiTheme="majorHAnsi" w:eastAsia="Calibri" w:hAnsiTheme="majorHAnsi" w:cstheme="majorHAnsi"/>
        </w:rPr>
        <w:t>;</w:t>
      </w:r>
    </w:p>
    <w:p w14:paraId="0CC33BBE" w14:textId="69FFFD74" w:rsidR="004B3E3D" w:rsidRPr="004B3E3D" w:rsidRDefault="004B3E3D" w:rsidP="004B3E3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4B3E3D">
        <w:rPr>
          <w:rFonts w:asciiTheme="majorHAnsi" w:eastAsia="Calibri" w:hAnsiTheme="majorHAnsi" w:cstheme="majorHAnsi"/>
        </w:rPr>
        <w:t xml:space="preserve">žádné finanční prostředky, které </w:t>
      </w:r>
      <w:proofErr w:type="gramStart"/>
      <w:r w:rsidRPr="004B3E3D">
        <w:rPr>
          <w:rFonts w:asciiTheme="majorHAnsi" w:eastAsia="Calibri" w:hAnsiTheme="majorHAnsi" w:cstheme="majorHAnsi"/>
        </w:rPr>
        <w:t>obdrží</w:t>
      </w:r>
      <w:proofErr w:type="gramEnd"/>
      <w:r w:rsidRPr="004B3E3D">
        <w:rPr>
          <w:rFonts w:asciiTheme="majorHAnsi" w:eastAsia="Calibri" w:hAnsiTheme="majorHAnsi" w:cstheme="majorHAnsi"/>
        </w:rPr>
        <w:t xml:space="preserve">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B7E4B">
        <w:rPr>
          <w:rFonts w:asciiTheme="majorHAnsi" w:eastAsia="Calibri" w:hAnsiTheme="majorHAnsi" w:cstheme="majorHAnsi"/>
          <w:vertAlign w:val="superscript"/>
        </w:rPr>
        <w:footnoteReference w:id="3"/>
      </w:r>
      <w:r w:rsidRPr="004B3E3D">
        <w:rPr>
          <w:rFonts w:asciiTheme="majorHAnsi" w:eastAsia="Calibri" w:hAnsiTheme="majorHAnsi" w:cstheme="majorHAnsi"/>
        </w:rPr>
        <w:t>.</w:t>
      </w:r>
    </w:p>
    <w:p w14:paraId="199B2582" w14:textId="4F05B68A" w:rsidR="001D487B" w:rsidRPr="00540AA1" w:rsidRDefault="001D487B" w:rsidP="00E7069F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13CC1432" w:rsidR="00B067DF" w:rsidRPr="00031713" w:rsidRDefault="00B067DF" w:rsidP="00E7069F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</w:t>
      </w:r>
      <w:r w:rsidR="000256E8">
        <w:rPr>
          <w:rFonts w:asciiTheme="majorHAnsi" w:eastAsia="Calibri" w:hAnsiTheme="majorHAnsi" w:cstheme="majorHAnsi"/>
        </w:rPr>
        <w:t>,</w:t>
      </w:r>
    </w:p>
    <w:p w14:paraId="3087AC91" w14:textId="77777777" w:rsidR="000256E8" w:rsidRPr="00D07A01" w:rsidRDefault="000256E8" w:rsidP="00B84C37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lastRenderedPageBreak/>
        <w:t>není ve střetu zájmů ve smyslu § 4b zákona č. 159/2006 Sb., o střetu zájmů, ve znění pozdějších předpisů. Totožné čestné prohlášení účastník zajistí od svého poddodavatele, prostřednictvím kterého prokazuje kvalifikaci (existuje-li takový).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D976F0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D976F0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5D34E7B8" w:rsidR="003D501E" w:rsidRPr="00D976F0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D976F0">
        <w:rPr>
          <w:rFonts w:asciiTheme="majorHAnsi" w:hAnsiTheme="majorHAnsi" w:cstheme="majorHAnsi"/>
          <w:b/>
          <w:bCs/>
        </w:rPr>
        <w:t>Seznam zboží s uvedením četnosti BTK (příp. validace)</w:t>
      </w:r>
      <w:r w:rsidRPr="00D976F0">
        <w:rPr>
          <w:rFonts w:asciiTheme="majorHAnsi" w:hAnsiTheme="majorHAnsi" w:cstheme="majorHAnsi"/>
        </w:rPr>
        <w:t xml:space="preserve"> dle čl.</w:t>
      </w:r>
      <w:r w:rsidR="001B1061" w:rsidRPr="00D976F0">
        <w:rPr>
          <w:rFonts w:asciiTheme="majorHAnsi" w:hAnsiTheme="majorHAnsi" w:cstheme="majorHAnsi"/>
        </w:rPr>
        <w:t xml:space="preserve"> </w:t>
      </w:r>
      <w:r w:rsidRPr="00D976F0">
        <w:rPr>
          <w:rFonts w:asciiTheme="majorHAnsi" w:hAnsiTheme="majorHAnsi" w:cstheme="majorHAnsi"/>
        </w:rPr>
        <w:t>VI</w:t>
      </w:r>
      <w:r w:rsidR="001B1061" w:rsidRPr="00D976F0">
        <w:rPr>
          <w:rFonts w:asciiTheme="majorHAnsi" w:hAnsiTheme="majorHAnsi" w:cstheme="majorHAnsi"/>
        </w:rPr>
        <w:t>.</w:t>
      </w:r>
      <w:r w:rsidRPr="00D976F0">
        <w:rPr>
          <w:rFonts w:asciiTheme="majorHAnsi" w:hAnsiTheme="majorHAnsi" w:cstheme="majorHAnsi"/>
        </w:rPr>
        <w:t xml:space="preserve"> odst. 1 písm. e) Smlouvy na část </w:t>
      </w:r>
      <w:r w:rsidR="005C6E81">
        <w:rPr>
          <w:rFonts w:asciiTheme="majorHAnsi" w:hAnsiTheme="majorHAnsi" w:cstheme="majorHAnsi"/>
        </w:rPr>
        <w:t xml:space="preserve">1 </w:t>
      </w:r>
      <w:r w:rsidRPr="00D976F0">
        <w:rPr>
          <w:rFonts w:asciiTheme="majorHAnsi" w:hAnsiTheme="majorHAnsi" w:cstheme="majorHAnsi"/>
        </w:rPr>
        <w:t>veřejné zakázky (bude Přílohou č. 1 Smlouvy) a</w:t>
      </w:r>
    </w:p>
    <w:p w14:paraId="5B89FCA3" w14:textId="22671E5C" w:rsidR="005F05BF" w:rsidRPr="003E55E4" w:rsidRDefault="005C6E81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3E55E4">
        <w:rPr>
          <w:rFonts w:asciiTheme="majorHAnsi" w:hAnsiTheme="majorHAnsi" w:cstheme="majorHAnsi"/>
          <w:b/>
          <w:bCs/>
        </w:rPr>
        <w:t>Technick</w:t>
      </w:r>
      <w:r>
        <w:rPr>
          <w:rFonts w:asciiTheme="majorHAnsi" w:hAnsiTheme="majorHAnsi" w:cstheme="majorHAnsi"/>
          <w:b/>
          <w:bCs/>
        </w:rPr>
        <w:t>ou</w:t>
      </w:r>
      <w:r w:rsidRPr="003E55E4">
        <w:rPr>
          <w:rFonts w:asciiTheme="majorHAnsi" w:hAnsiTheme="majorHAnsi" w:cstheme="majorHAnsi"/>
          <w:b/>
          <w:bCs/>
        </w:rPr>
        <w:t xml:space="preserve"> specifikac</w:t>
      </w:r>
      <w:r>
        <w:rPr>
          <w:rFonts w:asciiTheme="majorHAnsi" w:hAnsiTheme="majorHAnsi" w:cstheme="majorHAnsi"/>
          <w:b/>
          <w:bCs/>
        </w:rPr>
        <w:t>i</w:t>
      </w:r>
      <w:r w:rsidRPr="003E55E4">
        <w:rPr>
          <w:rFonts w:asciiTheme="majorHAnsi" w:hAnsiTheme="majorHAnsi" w:cstheme="majorHAnsi"/>
        </w:rPr>
        <w:t xml:space="preserve"> </w:t>
      </w:r>
      <w:r w:rsidR="003D501E" w:rsidRPr="003E55E4">
        <w:rPr>
          <w:rFonts w:asciiTheme="majorHAnsi" w:hAnsiTheme="majorHAnsi" w:cstheme="majorHAnsi"/>
        </w:rPr>
        <w:t xml:space="preserve">vč. </w:t>
      </w:r>
      <w:r w:rsidR="005648C4" w:rsidRPr="003E55E4">
        <w:rPr>
          <w:rFonts w:asciiTheme="majorHAnsi" w:hAnsiTheme="majorHAnsi" w:cstheme="majorHAnsi"/>
        </w:rPr>
        <w:t>cenové kalkulace</w:t>
      </w:r>
      <w:r w:rsidR="003D501E" w:rsidRPr="003E55E4">
        <w:rPr>
          <w:rFonts w:asciiTheme="majorHAnsi" w:hAnsiTheme="majorHAnsi" w:cstheme="majorHAnsi"/>
        </w:rPr>
        <w:t xml:space="preserve"> </w:t>
      </w:r>
      <w:r w:rsidR="003273EE" w:rsidRPr="003E55E4">
        <w:rPr>
          <w:rFonts w:asciiTheme="majorHAnsi" w:hAnsiTheme="majorHAnsi" w:cstheme="majorHAnsi"/>
        </w:rPr>
        <w:t>(bude Přílohou č. 2 Smlouvy)</w:t>
      </w:r>
      <w:r w:rsidR="00D9706D" w:rsidRPr="003E55E4">
        <w:rPr>
          <w:rFonts w:asciiTheme="majorHAnsi" w:hAnsiTheme="majorHAnsi" w:cstheme="majorHAnsi"/>
        </w:rPr>
        <w:t>, řádně vyplněn</w:t>
      </w:r>
      <w:r w:rsidR="00AC380E">
        <w:rPr>
          <w:rFonts w:asciiTheme="majorHAnsi" w:hAnsiTheme="majorHAnsi" w:cstheme="majorHAnsi"/>
        </w:rPr>
        <w:t>ou</w:t>
      </w:r>
      <w:r w:rsidR="00D9706D" w:rsidRPr="003E55E4">
        <w:rPr>
          <w:rFonts w:asciiTheme="majorHAnsi" w:hAnsiTheme="majorHAnsi" w:cstheme="majorHAnsi"/>
        </w:rPr>
        <w:t xml:space="preserve"> a předložen</w:t>
      </w:r>
      <w:r w:rsidR="00AC380E">
        <w:rPr>
          <w:rFonts w:asciiTheme="majorHAnsi" w:hAnsiTheme="majorHAnsi" w:cstheme="majorHAnsi"/>
        </w:rPr>
        <w:t>ou</w:t>
      </w:r>
      <w:r w:rsidR="00D9706D" w:rsidRPr="003E55E4">
        <w:rPr>
          <w:rFonts w:asciiTheme="majorHAnsi" w:hAnsiTheme="majorHAnsi" w:cstheme="majorHAnsi"/>
        </w:rPr>
        <w:t xml:space="preserve"> v souladu s přílohou č. 3.1 zadávací dokumentace</w:t>
      </w:r>
      <w:r w:rsidR="003273EE" w:rsidRPr="003E55E4">
        <w:rPr>
          <w:rFonts w:asciiTheme="majorHAnsi" w:hAnsiTheme="majorHAnsi" w:cstheme="majorHAnsi"/>
        </w:rPr>
        <w:t>.</w:t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000000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48308A42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CA76D3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712156">
            <w:pPr>
              <w:pStyle w:val="Odstavecseseznamem"/>
              <w:keepNext/>
              <w:numPr>
                <w:ilvl w:val="0"/>
                <w:numId w:val="15"/>
              </w:numPr>
              <w:spacing w:after="0" w:line="276" w:lineRule="auto"/>
              <w:ind w:left="714" w:hanging="357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lastRenderedPageBreak/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55554CF6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min. 2 </w:t>
            </w:r>
            <w:r w:rsidR="009435F7">
              <w:rPr>
                <w:rFonts w:asciiTheme="majorHAnsi" w:hAnsiTheme="majorHAnsi" w:cstheme="majorHAnsi"/>
                <w:b/>
                <w:bCs/>
              </w:rPr>
              <w:t>referenčních zakázek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F1527D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0B387B">
              <w:rPr>
                <w:rFonts w:asciiTheme="majorHAnsi" w:eastAsia="Times New Roman" w:hAnsiTheme="majorHAnsi" w:cstheme="majorHAnsi"/>
                <w:b/>
                <w:bCs/>
              </w:rPr>
              <w:t>tj.</w:t>
            </w:r>
            <w:r w:rsidR="00E614CC">
              <w:rPr>
                <w:rFonts w:asciiTheme="majorHAnsi" w:eastAsia="Times New Roman" w:hAnsiTheme="majorHAnsi" w:cstheme="majorHAnsi"/>
                <w:b/>
                <w:bCs/>
              </w:rPr>
              <w:t xml:space="preserve"> </w:t>
            </w:r>
            <w:r w:rsidR="008F42EA">
              <w:rPr>
                <w:rFonts w:asciiTheme="majorHAnsi" w:eastAsia="Times New Roman" w:hAnsiTheme="majorHAnsi" w:cstheme="majorHAnsi"/>
                <w:b/>
                <w:bCs/>
              </w:rPr>
              <w:t>mobilní RTG přístroje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F1527D" w:rsidRPr="009C6D30">
              <w:rPr>
                <w:rFonts w:asciiTheme="majorHAnsi" w:hAnsiTheme="majorHAnsi" w:cstheme="majorHAnsi"/>
              </w:rPr>
              <w:t>,</w:t>
            </w:r>
            <w:r w:rsidR="00713E0E" w:rsidRPr="00713E0E">
              <w:rPr>
                <w:rFonts w:asciiTheme="majorHAnsi" w:hAnsiTheme="majorHAnsi" w:cstheme="majorHAnsi"/>
              </w:rPr>
              <w:t xml:space="preserve"> </w:t>
            </w:r>
            <w:r w:rsidR="009C6D30">
              <w:rPr>
                <w:rFonts w:asciiTheme="majorHAnsi" w:hAnsiTheme="majorHAnsi" w:cstheme="majorHAnsi"/>
              </w:rPr>
              <w:t xml:space="preserve">v hodnotě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B84C37" w:rsidRPr="00B84C37">
              <w:rPr>
                <w:rFonts w:asciiTheme="majorHAnsi" w:hAnsiTheme="majorHAnsi" w:cstheme="majorHAnsi"/>
                <w:b/>
                <w:bCs/>
              </w:rPr>
              <w:t>1</w:t>
            </w:r>
            <w:r w:rsidR="000B387B" w:rsidRPr="00B84C37">
              <w:rPr>
                <w:rFonts w:asciiTheme="majorHAnsi" w:hAnsiTheme="majorHAnsi" w:cstheme="majorHAnsi"/>
                <w:b/>
                <w:bCs/>
              </w:rPr>
              <w:t>,</w:t>
            </w:r>
            <w:r w:rsidR="00B84C37" w:rsidRPr="00B84C37">
              <w:rPr>
                <w:rFonts w:asciiTheme="majorHAnsi" w:hAnsiTheme="majorHAnsi" w:cstheme="majorHAnsi"/>
                <w:b/>
                <w:bCs/>
              </w:rPr>
              <w:t>2</w:t>
            </w:r>
            <w:r w:rsidR="004D76F5" w:rsidRPr="00B84C37">
              <w:rPr>
                <w:rFonts w:asciiTheme="majorHAnsi" w:hAnsiTheme="majorHAnsi" w:cstheme="majorHAnsi"/>
                <w:b/>
                <w:bCs/>
              </w:rPr>
              <w:t>5</w:t>
            </w:r>
            <w:r w:rsidR="00D83878" w:rsidRPr="00B84C3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13E0E" w:rsidRPr="00B84C37">
              <w:rPr>
                <w:rFonts w:asciiTheme="majorHAnsi" w:hAnsiTheme="majorHAnsi" w:cstheme="majorHAnsi"/>
                <w:b/>
                <w:bCs/>
              </w:rPr>
              <w:t xml:space="preserve">mil. Kč bez DPH </w:t>
            </w:r>
            <w:r w:rsidRPr="00B84C37">
              <w:rPr>
                <w:rFonts w:asciiTheme="majorHAnsi" w:hAnsiTheme="majorHAnsi" w:cstheme="majorHAnsi"/>
              </w:rPr>
              <w:t>za každou referenční zakázku.</w:t>
            </w:r>
            <w:r w:rsidRPr="00B51222">
              <w:rPr>
                <w:rFonts w:asciiTheme="majorHAnsi" w:hAnsiTheme="majorHAnsi" w:cstheme="majorHAnsi"/>
              </w:rPr>
              <w:t xml:space="preserve">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2:</w:t>
            </w:r>
          </w:p>
          <w:p w14:paraId="4F2EB0BF" w14:textId="77777777" w:rsidR="005D53C2" w:rsidRPr="00540AA1" w:rsidRDefault="00000000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6FAE7B70" w:rsidR="00251965" w:rsidRPr="00B84C37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84C37">
        <w:rPr>
          <w:rFonts w:asciiTheme="majorHAnsi" w:hAnsiTheme="majorHAnsi" w:cstheme="majorHAnsi"/>
          <w:b/>
          <w:bCs/>
        </w:rPr>
        <w:t>Seznam zboží s uvedením četnosti BTK (příp. validace)</w:t>
      </w:r>
      <w:r w:rsidRPr="00B84C37">
        <w:rPr>
          <w:rFonts w:asciiTheme="majorHAnsi" w:hAnsiTheme="majorHAnsi" w:cstheme="majorHAnsi"/>
        </w:rPr>
        <w:t xml:space="preserve"> dle čl.</w:t>
      </w:r>
      <w:r w:rsidR="009A240C" w:rsidRPr="00B84C37">
        <w:rPr>
          <w:rFonts w:asciiTheme="majorHAnsi" w:hAnsiTheme="majorHAnsi" w:cstheme="majorHAnsi"/>
        </w:rPr>
        <w:t xml:space="preserve"> </w:t>
      </w:r>
      <w:r w:rsidRPr="00B84C37">
        <w:rPr>
          <w:rFonts w:asciiTheme="majorHAnsi" w:hAnsiTheme="majorHAnsi" w:cstheme="majorHAnsi"/>
        </w:rPr>
        <w:t>VI</w:t>
      </w:r>
      <w:r w:rsidR="009A240C" w:rsidRPr="00B84C37">
        <w:rPr>
          <w:rFonts w:asciiTheme="majorHAnsi" w:hAnsiTheme="majorHAnsi" w:cstheme="majorHAnsi"/>
        </w:rPr>
        <w:t>.</w:t>
      </w:r>
      <w:r w:rsidRPr="00B84C37">
        <w:rPr>
          <w:rFonts w:asciiTheme="majorHAnsi" w:hAnsiTheme="majorHAnsi" w:cstheme="majorHAnsi"/>
        </w:rPr>
        <w:t xml:space="preserve"> odst. 1 písm. e) Smlouvy na danou část veřejné zakázky (bude Přílohou č. 1 Smlouvy).</w:t>
      </w:r>
    </w:p>
    <w:p w14:paraId="64A7C980" w14:textId="3ED34959" w:rsidR="00251965" w:rsidRPr="00B84C37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84C37">
        <w:rPr>
          <w:rFonts w:asciiTheme="majorHAnsi" w:hAnsiTheme="majorHAnsi" w:cstheme="majorHAnsi"/>
          <w:b/>
          <w:bCs/>
        </w:rPr>
        <w:t>Technická specifikace</w:t>
      </w:r>
      <w:r w:rsidRPr="00B84C37">
        <w:rPr>
          <w:rFonts w:asciiTheme="majorHAnsi" w:hAnsiTheme="majorHAnsi" w:cstheme="majorHAnsi"/>
        </w:rPr>
        <w:t xml:space="preserve"> vč. </w:t>
      </w:r>
      <w:r w:rsidR="005648C4" w:rsidRPr="00B84C37">
        <w:rPr>
          <w:rFonts w:asciiTheme="majorHAnsi" w:hAnsiTheme="majorHAnsi" w:cstheme="majorHAnsi"/>
        </w:rPr>
        <w:t>cenové kalkulace</w:t>
      </w:r>
      <w:r w:rsidRPr="00B84C37">
        <w:rPr>
          <w:rFonts w:asciiTheme="majorHAnsi" w:hAnsiTheme="majorHAnsi" w:cstheme="majorHAnsi"/>
        </w:rPr>
        <w:t xml:space="preserve"> (bude Přílohou č. 2 Smlouvy)</w:t>
      </w:r>
      <w:r w:rsidR="009A240C" w:rsidRPr="00B84C37">
        <w:rPr>
          <w:rFonts w:asciiTheme="majorHAnsi" w:hAnsiTheme="majorHAnsi" w:cstheme="majorHAnsi"/>
        </w:rPr>
        <w:t>, řádně vyplněn</w:t>
      </w:r>
      <w:r w:rsidR="00585F40" w:rsidRPr="00B84C37">
        <w:rPr>
          <w:rFonts w:asciiTheme="majorHAnsi" w:hAnsiTheme="majorHAnsi" w:cstheme="majorHAnsi"/>
        </w:rPr>
        <w:t>á a předložená v souladu s přílohou č. 3.1 zadávací dokumentace</w:t>
      </w:r>
      <w:r w:rsidRPr="00B84C37">
        <w:rPr>
          <w:rFonts w:asciiTheme="majorHAnsi" w:hAnsiTheme="majorHAnsi" w:cstheme="majorHAnsi"/>
        </w:rPr>
        <w:t>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068AC" w14:textId="77777777" w:rsidR="0040376E" w:rsidRDefault="0040376E" w:rsidP="002C4725">
      <w:pPr>
        <w:spacing w:after="0" w:line="240" w:lineRule="auto"/>
      </w:pPr>
      <w:r>
        <w:separator/>
      </w:r>
    </w:p>
  </w:endnote>
  <w:endnote w:type="continuationSeparator" w:id="0">
    <w:p w14:paraId="4E4F6F62" w14:textId="77777777" w:rsidR="0040376E" w:rsidRDefault="0040376E" w:rsidP="002C4725">
      <w:pPr>
        <w:spacing w:after="0" w:line="240" w:lineRule="auto"/>
      </w:pPr>
      <w:r>
        <w:continuationSeparator/>
      </w:r>
    </w:p>
  </w:endnote>
  <w:endnote w:type="continuationNotice" w:id="1">
    <w:p w14:paraId="0043A482" w14:textId="77777777" w:rsidR="0040376E" w:rsidRDefault="004037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A47E35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D6C3D" w14:textId="77777777" w:rsidR="0040376E" w:rsidRDefault="0040376E" w:rsidP="002C4725">
      <w:pPr>
        <w:spacing w:after="0" w:line="240" w:lineRule="auto"/>
      </w:pPr>
      <w:r>
        <w:separator/>
      </w:r>
    </w:p>
  </w:footnote>
  <w:footnote w:type="continuationSeparator" w:id="0">
    <w:p w14:paraId="7581BC3E" w14:textId="77777777" w:rsidR="0040376E" w:rsidRDefault="0040376E" w:rsidP="002C4725">
      <w:pPr>
        <w:spacing w:after="0" w:line="240" w:lineRule="auto"/>
      </w:pPr>
      <w:r>
        <w:continuationSeparator/>
      </w:r>
    </w:p>
  </w:footnote>
  <w:footnote w:type="continuationNotice" w:id="1">
    <w:p w14:paraId="0C70D727" w14:textId="77777777" w:rsidR="0040376E" w:rsidRDefault="0040376E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  <w:footnote w:id="3">
    <w:p w14:paraId="38D7AD68" w14:textId="77777777" w:rsidR="004B3E3D" w:rsidRDefault="004B3E3D" w:rsidP="004B3E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2B6EA24C"/>
    <w:lvl w:ilvl="0" w:tplc="0405001B">
      <w:start w:val="1"/>
      <w:numFmt w:val="lowerRoman"/>
      <w:lvlText w:val="%1."/>
      <w:lvlJc w:val="righ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7586FB3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723" w:hanging="360"/>
      </w:p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5FA49BF6"/>
    <w:lvl w:ilvl="0" w:tplc="0405001B">
      <w:start w:val="1"/>
      <w:numFmt w:val="lowerRoman"/>
      <w:lvlText w:val="%1."/>
      <w:lvlJc w:val="righ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84203F3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321912">
    <w:abstractNumId w:val="20"/>
  </w:num>
  <w:num w:numId="2" w16cid:durableId="1379012659">
    <w:abstractNumId w:val="6"/>
  </w:num>
  <w:num w:numId="3" w16cid:durableId="1874029828">
    <w:abstractNumId w:val="0"/>
  </w:num>
  <w:num w:numId="4" w16cid:durableId="660281464">
    <w:abstractNumId w:val="15"/>
  </w:num>
  <w:num w:numId="5" w16cid:durableId="649483266">
    <w:abstractNumId w:val="11"/>
  </w:num>
  <w:num w:numId="6" w16cid:durableId="1739203147">
    <w:abstractNumId w:val="11"/>
  </w:num>
  <w:num w:numId="7" w16cid:durableId="583225877">
    <w:abstractNumId w:val="1"/>
  </w:num>
  <w:num w:numId="8" w16cid:durableId="778567912">
    <w:abstractNumId w:val="18"/>
  </w:num>
  <w:num w:numId="9" w16cid:durableId="1960530729">
    <w:abstractNumId w:val="5"/>
  </w:num>
  <w:num w:numId="10" w16cid:durableId="258560147">
    <w:abstractNumId w:val="10"/>
  </w:num>
  <w:num w:numId="11" w16cid:durableId="83310174">
    <w:abstractNumId w:val="9"/>
  </w:num>
  <w:num w:numId="12" w16cid:durableId="1201744731">
    <w:abstractNumId w:val="17"/>
  </w:num>
  <w:num w:numId="13" w16cid:durableId="1712194378">
    <w:abstractNumId w:val="4"/>
  </w:num>
  <w:num w:numId="14" w16cid:durableId="1136023632">
    <w:abstractNumId w:val="19"/>
  </w:num>
  <w:num w:numId="15" w16cid:durableId="892345864">
    <w:abstractNumId w:val="3"/>
  </w:num>
  <w:num w:numId="16" w16cid:durableId="617027921">
    <w:abstractNumId w:val="12"/>
  </w:num>
  <w:num w:numId="17" w16cid:durableId="590503253">
    <w:abstractNumId w:val="13"/>
  </w:num>
  <w:num w:numId="18" w16cid:durableId="848953827">
    <w:abstractNumId w:val="6"/>
  </w:num>
  <w:num w:numId="19" w16cid:durableId="769932974">
    <w:abstractNumId w:val="20"/>
  </w:num>
  <w:num w:numId="20" w16cid:durableId="888690300">
    <w:abstractNumId w:val="8"/>
  </w:num>
  <w:num w:numId="21" w16cid:durableId="195510903">
    <w:abstractNumId w:val="2"/>
  </w:num>
  <w:num w:numId="22" w16cid:durableId="1490976608">
    <w:abstractNumId w:val="14"/>
  </w:num>
  <w:num w:numId="23" w16cid:durableId="1372849220">
    <w:abstractNumId w:val="21"/>
  </w:num>
  <w:num w:numId="24" w16cid:durableId="2041972060">
    <w:abstractNumId w:val="16"/>
  </w:num>
  <w:num w:numId="25" w16cid:durableId="157967400">
    <w:abstractNumId w:val="7"/>
  </w:num>
  <w:num w:numId="26" w16cid:durableId="365104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1TUEtnuTgtzllUbD2JCH1R6WWtrdXFDqbTtp6U8PAHMOvMtQEfDUkxw9tbvWB/5OLkMD4Dy/ZqlGfYfdg+J7lw==" w:salt="PcvigDKoODmnwbZJZ0uAJ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5F56"/>
    <w:rsid w:val="000256E8"/>
    <w:rsid w:val="00031713"/>
    <w:rsid w:val="00037BE2"/>
    <w:rsid w:val="00041CA9"/>
    <w:rsid w:val="0004580C"/>
    <w:rsid w:val="000578A6"/>
    <w:rsid w:val="00072135"/>
    <w:rsid w:val="0007484A"/>
    <w:rsid w:val="00082C5A"/>
    <w:rsid w:val="000A3A57"/>
    <w:rsid w:val="000B387B"/>
    <w:rsid w:val="000B42C0"/>
    <w:rsid w:val="000D388A"/>
    <w:rsid w:val="000D3E20"/>
    <w:rsid w:val="000F0789"/>
    <w:rsid w:val="00113F40"/>
    <w:rsid w:val="00116CE0"/>
    <w:rsid w:val="00121084"/>
    <w:rsid w:val="00121449"/>
    <w:rsid w:val="00130843"/>
    <w:rsid w:val="00130A32"/>
    <w:rsid w:val="001426C9"/>
    <w:rsid w:val="00150DC5"/>
    <w:rsid w:val="0018712C"/>
    <w:rsid w:val="00195D10"/>
    <w:rsid w:val="001A3941"/>
    <w:rsid w:val="001A731F"/>
    <w:rsid w:val="001B1061"/>
    <w:rsid w:val="001D4142"/>
    <w:rsid w:val="001D487B"/>
    <w:rsid w:val="001E64F2"/>
    <w:rsid w:val="001E6C0F"/>
    <w:rsid w:val="001E7001"/>
    <w:rsid w:val="002063E8"/>
    <w:rsid w:val="0022176A"/>
    <w:rsid w:val="00222F5E"/>
    <w:rsid w:val="00235DED"/>
    <w:rsid w:val="00251965"/>
    <w:rsid w:val="00254286"/>
    <w:rsid w:val="0026013D"/>
    <w:rsid w:val="002628E4"/>
    <w:rsid w:val="00263F13"/>
    <w:rsid w:val="00267824"/>
    <w:rsid w:val="002730CB"/>
    <w:rsid w:val="00273B04"/>
    <w:rsid w:val="002A4EDC"/>
    <w:rsid w:val="002B5ED5"/>
    <w:rsid w:val="002C2D6B"/>
    <w:rsid w:val="002C4725"/>
    <w:rsid w:val="002C6DC5"/>
    <w:rsid w:val="002D3AA5"/>
    <w:rsid w:val="002D619A"/>
    <w:rsid w:val="002D727F"/>
    <w:rsid w:val="002D7808"/>
    <w:rsid w:val="002E1FA0"/>
    <w:rsid w:val="002F739C"/>
    <w:rsid w:val="003006F3"/>
    <w:rsid w:val="00306366"/>
    <w:rsid w:val="003113ED"/>
    <w:rsid w:val="00316023"/>
    <w:rsid w:val="003174F8"/>
    <w:rsid w:val="00324349"/>
    <w:rsid w:val="00324AB9"/>
    <w:rsid w:val="0032529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30CE"/>
    <w:rsid w:val="003A63C7"/>
    <w:rsid w:val="003A73D1"/>
    <w:rsid w:val="003B7E4B"/>
    <w:rsid w:val="003C2C32"/>
    <w:rsid w:val="003C2CAA"/>
    <w:rsid w:val="003D0B67"/>
    <w:rsid w:val="003D11C0"/>
    <w:rsid w:val="003D2088"/>
    <w:rsid w:val="003D501E"/>
    <w:rsid w:val="003E0E01"/>
    <w:rsid w:val="003E55E4"/>
    <w:rsid w:val="003F0F2F"/>
    <w:rsid w:val="003F121F"/>
    <w:rsid w:val="003F660A"/>
    <w:rsid w:val="00402441"/>
    <w:rsid w:val="0040376E"/>
    <w:rsid w:val="00410AEB"/>
    <w:rsid w:val="0041491C"/>
    <w:rsid w:val="00417AD8"/>
    <w:rsid w:val="00427539"/>
    <w:rsid w:val="0043157B"/>
    <w:rsid w:val="004477CC"/>
    <w:rsid w:val="004524C6"/>
    <w:rsid w:val="004604EF"/>
    <w:rsid w:val="00474F9E"/>
    <w:rsid w:val="00476C99"/>
    <w:rsid w:val="004946DE"/>
    <w:rsid w:val="004B0B9F"/>
    <w:rsid w:val="004B258A"/>
    <w:rsid w:val="004B3047"/>
    <w:rsid w:val="004B35AD"/>
    <w:rsid w:val="004B3E3D"/>
    <w:rsid w:val="004B6AE8"/>
    <w:rsid w:val="004B7CBD"/>
    <w:rsid w:val="004C07D9"/>
    <w:rsid w:val="004D2FF0"/>
    <w:rsid w:val="004D76F5"/>
    <w:rsid w:val="004E6BD6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159"/>
    <w:rsid w:val="00564716"/>
    <w:rsid w:val="005648C4"/>
    <w:rsid w:val="00566FAE"/>
    <w:rsid w:val="00583EA5"/>
    <w:rsid w:val="00585F40"/>
    <w:rsid w:val="00595BC5"/>
    <w:rsid w:val="00596F2F"/>
    <w:rsid w:val="005A02FA"/>
    <w:rsid w:val="005B1D0E"/>
    <w:rsid w:val="005B7CFB"/>
    <w:rsid w:val="005C09F4"/>
    <w:rsid w:val="005C529F"/>
    <w:rsid w:val="005C67A1"/>
    <w:rsid w:val="005C6E81"/>
    <w:rsid w:val="005D53C2"/>
    <w:rsid w:val="005F05BF"/>
    <w:rsid w:val="005F3DC9"/>
    <w:rsid w:val="005F7AD5"/>
    <w:rsid w:val="00606AD0"/>
    <w:rsid w:val="00610C38"/>
    <w:rsid w:val="006116DC"/>
    <w:rsid w:val="006125C5"/>
    <w:rsid w:val="00624861"/>
    <w:rsid w:val="00634F98"/>
    <w:rsid w:val="006365AF"/>
    <w:rsid w:val="0064050F"/>
    <w:rsid w:val="00644A46"/>
    <w:rsid w:val="00661D5D"/>
    <w:rsid w:val="00663261"/>
    <w:rsid w:val="00674F20"/>
    <w:rsid w:val="00680FCC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2156"/>
    <w:rsid w:val="00713E0E"/>
    <w:rsid w:val="007168AE"/>
    <w:rsid w:val="00716A69"/>
    <w:rsid w:val="00721008"/>
    <w:rsid w:val="00722CDE"/>
    <w:rsid w:val="007244DA"/>
    <w:rsid w:val="0074190B"/>
    <w:rsid w:val="00741A93"/>
    <w:rsid w:val="00743227"/>
    <w:rsid w:val="007442A1"/>
    <w:rsid w:val="0074553C"/>
    <w:rsid w:val="00747B3A"/>
    <w:rsid w:val="00763788"/>
    <w:rsid w:val="00775992"/>
    <w:rsid w:val="00784C88"/>
    <w:rsid w:val="007913D3"/>
    <w:rsid w:val="00794A6B"/>
    <w:rsid w:val="007978AB"/>
    <w:rsid w:val="007979BA"/>
    <w:rsid w:val="007C57A9"/>
    <w:rsid w:val="007D309B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14641"/>
    <w:rsid w:val="008238B6"/>
    <w:rsid w:val="00827468"/>
    <w:rsid w:val="008309D1"/>
    <w:rsid w:val="00834D6D"/>
    <w:rsid w:val="0083788E"/>
    <w:rsid w:val="00843E3E"/>
    <w:rsid w:val="00850A7C"/>
    <w:rsid w:val="008570CD"/>
    <w:rsid w:val="0085752B"/>
    <w:rsid w:val="00860D4F"/>
    <w:rsid w:val="0086506B"/>
    <w:rsid w:val="008707F3"/>
    <w:rsid w:val="00870AC1"/>
    <w:rsid w:val="008B2B47"/>
    <w:rsid w:val="008C45B9"/>
    <w:rsid w:val="008E02EC"/>
    <w:rsid w:val="008F3E3E"/>
    <w:rsid w:val="008F412B"/>
    <w:rsid w:val="008F42EA"/>
    <w:rsid w:val="00917068"/>
    <w:rsid w:val="00932874"/>
    <w:rsid w:val="00941F9B"/>
    <w:rsid w:val="009435F7"/>
    <w:rsid w:val="0095372A"/>
    <w:rsid w:val="00994F94"/>
    <w:rsid w:val="009974C4"/>
    <w:rsid w:val="009A240C"/>
    <w:rsid w:val="009A5C04"/>
    <w:rsid w:val="009B306B"/>
    <w:rsid w:val="009B67B4"/>
    <w:rsid w:val="009B74ED"/>
    <w:rsid w:val="009B7883"/>
    <w:rsid w:val="009C6D30"/>
    <w:rsid w:val="009D06FD"/>
    <w:rsid w:val="009D588D"/>
    <w:rsid w:val="009F317C"/>
    <w:rsid w:val="00A024BA"/>
    <w:rsid w:val="00A14B76"/>
    <w:rsid w:val="00A22917"/>
    <w:rsid w:val="00A34E99"/>
    <w:rsid w:val="00A46D98"/>
    <w:rsid w:val="00A47E35"/>
    <w:rsid w:val="00A47F3D"/>
    <w:rsid w:val="00A50942"/>
    <w:rsid w:val="00A5724A"/>
    <w:rsid w:val="00A653CA"/>
    <w:rsid w:val="00A84C10"/>
    <w:rsid w:val="00A87536"/>
    <w:rsid w:val="00A87709"/>
    <w:rsid w:val="00AB0A12"/>
    <w:rsid w:val="00AB38D2"/>
    <w:rsid w:val="00AC1E1A"/>
    <w:rsid w:val="00AC380E"/>
    <w:rsid w:val="00AC43AC"/>
    <w:rsid w:val="00AE3343"/>
    <w:rsid w:val="00AF25BE"/>
    <w:rsid w:val="00AF4FAD"/>
    <w:rsid w:val="00AF6C7A"/>
    <w:rsid w:val="00B067DF"/>
    <w:rsid w:val="00B1309C"/>
    <w:rsid w:val="00B51222"/>
    <w:rsid w:val="00B51483"/>
    <w:rsid w:val="00B527F4"/>
    <w:rsid w:val="00B56A03"/>
    <w:rsid w:val="00B66919"/>
    <w:rsid w:val="00B7388A"/>
    <w:rsid w:val="00B84C37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91B9F"/>
    <w:rsid w:val="00CA34CD"/>
    <w:rsid w:val="00CA7410"/>
    <w:rsid w:val="00CA76D3"/>
    <w:rsid w:val="00CB2191"/>
    <w:rsid w:val="00CC6F40"/>
    <w:rsid w:val="00CD39FA"/>
    <w:rsid w:val="00CE0A8C"/>
    <w:rsid w:val="00CE111F"/>
    <w:rsid w:val="00CE184D"/>
    <w:rsid w:val="00CE4473"/>
    <w:rsid w:val="00CE5CDF"/>
    <w:rsid w:val="00CF309A"/>
    <w:rsid w:val="00CF6CF2"/>
    <w:rsid w:val="00D07749"/>
    <w:rsid w:val="00D07A01"/>
    <w:rsid w:val="00D12EED"/>
    <w:rsid w:val="00D22DCA"/>
    <w:rsid w:val="00D25D9E"/>
    <w:rsid w:val="00D309DC"/>
    <w:rsid w:val="00D41F6D"/>
    <w:rsid w:val="00D47BF8"/>
    <w:rsid w:val="00D65A21"/>
    <w:rsid w:val="00D8277D"/>
    <w:rsid w:val="00D83878"/>
    <w:rsid w:val="00D94412"/>
    <w:rsid w:val="00D9706D"/>
    <w:rsid w:val="00D976F0"/>
    <w:rsid w:val="00DA2467"/>
    <w:rsid w:val="00DB0C43"/>
    <w:rsid w:val="00DB17FF"/>
    <w:rsid w:val="00DC1B35"/>
    <w:rsid w:val="00DD01E9"/>
    <w:rsid w:val="00DD44BC"/>
    <w:rsid w:val="00DD579E"/>
    <w:rsid w:val="00DF325E"/>
    <w:rsid w:val="00DF3C7E"/>
    <w:rsid w:val="00E34445"/>
    <w:rsid w:val="00E54BD7"/>
    <w:rsid w:val="00E614CC"/>
    <w:rsid w:val="00E62061"/>
    <w:rsid w:val="00E63C6E"/>
    <w:rsid w:val="00E65E02"/>
    <w:rsid w:val="00E7069F"/>
    <w:rsid w:val="00E85CEE"/>
    <w:rsid w:val="00E91B1C"/>
    <w:rsid w:val="00E94454"/>
    <w:rsid w:val="00E96072"/>
    <w:rsid w:val="00E97905"/>
    <w:rsid w:val="00EA06C0"/>
    <w:rsid w:val="00EC6D81"/>
    <w:rsid w:val="00EE2690"/>
    <w:rsid w:val="00EE2E83"/>
    <w:rsid w:val="00EF2A2A"/>
    <w:rsid w:val="00F038FF"/>
    <w:rsid w:val="00F118E1"/>
    <w:rsid w:val="00F13430"/>
    <w:rsid w:val="00F1527D"/>
    <w:rsid w:val="00F203D1"/>
    <w:rsid w:val="00F435B4"/>
    <w:rsid w:val="00F4636C"/>
    <w:rsid w:val="00F62DBD"/>
    <w:rsid w:val="00F6706F"/>
    <w:rsid w:val="00F72D7A"/>
    <w:rsid w:val="00F76B2F"/>
    <w:rsid w:val="00F84153"/>
    <w:rsid w:val="00F9071D"/>
    <w:rsid w:val="00F9675D"/>
    <w:rsid w:val="00FA4BD7"/>
    <w:rsid w:val="00FB02BC"/>
    <w:rsid w:val="00FC4118"/>
    <w:rsid w:val="00FC44BE"/>
    <w:rsid w:val="00FC4796"/>
    <w:rsid w:val="00FC6C64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019C"/>
    <w:rsid w:val="0006784A"/>
    <w:rsid w:val="000751A8"/>
    <w:rsid w:val="000A67A7"/>
    <w:rsid w:val="000F438A"/>
    <w:rsid w:val="00113F40"/>
    <w:rsid w:val="001A151B"/>
    <w:rsid w:val="001A2A99"/>
    <w:rsid w:val="001D3515"/>
    <w:rsid w:val="001E3638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1292F"/>
    <w:rsid w:val="0075761E"/>
    <w:rsid w:val="00766914"/>
    <w:rsid w:val="007C57A9"/>
    <w:rsid w:val="008F2DDF"/>
    <w:rsid w:val="0098191A"/>
    <w:rsid w:val="00AF599D"/>
    <w:rsid w:val="00B22A41"/>
    <w:rsid w:val="00BE5D01"/>
    <w:rsid w:val="00C2569D"/>
    <w:rsid w:val="00DF1A76"/>
    <w:rsid w:val="00E018DE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3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DE70DA-FD43-4A78-AC2B-6150F7287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13</TotalTime>
  <Pages>6</Pages>
  <Words>1591</Words>
  <Characters>9391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15</cp:revision>
  <cp:lastPrinted>2019-12-09T09:19:00Z</cp:lastPrinted>
  <dcterms:created xsi:type="dcterms:W3CDTF">2023-01-04T09:19:00Z</dcterms:created>
  <dcterms:modified xsi:type="dcterms:W3CDTF">2023-02-15T11:17:00Z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